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0041F" w:rsidRPr="003A0239" w14:paraId="1B95AEF4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8C869F5" w14:textId="77777777" w:rsidR="00F0041F" w:rsidRPr="002334DD" w:rsidRDefault="00F0041F" w:rsidP="0065164A">
            <w:pPr>
              <w:pStyle w:val="NoSpacing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334DD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ASSUNTO 1 — O MOMENTO MAIS SIGNIFICATIVO PARA SI E PARA O / A SEU / SUA FILHO / A.</w:t>
            </w:r>
          </w:p>
        </w:tc>
      </w:tr>
      <w:tr w:rsidR="00F0041F" w14:paraId="487ABD87" w14:textId="77777777" w:rsidTr="00F0041F">
        <w:trPr>
          <w:trHeight w:val="1418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657D0A" w14:textId="77777777" w:rsidR="00F0041F" w:rsidRDefault="00F0041F" w:rsidP="0065164A">
            <w:pPr>
              <w:pStyle w:val="BasicParagraph"/>
              <w:spacing w:line="240" w:lineRule="auto"/>
            </w:pPr>
          </w:p>
        </w:tc>
      </w:tr>
    </w:tbl>
    <w:p w14:paraId="27C5B62B" w14:textId="77777777" w:rsidR="00966E9E" w:rsidRDefault="00966E9E" w:rsidP="00640A3B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0041F" w:rsidRPr="00F0041F" w14:paraId="448FE295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66EA4618" w14:textId="77777777" w:rsidR="00F0041F" w:rsidRPr="002334DD" w:rsidRDefault="00F0041F" w:rsidP="00F0041F">
            <w:pPr>
              <w:pStyle w:val="NoSpacing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334DD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ASSUNTO 2 — CONSIDERA A FREQUÊNCIA NAS SESSÕES DOS GABC BENÉFICA? PORQUÊ?</w:t>
            </w:r>
          </w:p>
        </w:tc>
      </w:tr>
      <w:tr w:rsidR="00F0041F" w14:paraId="5AB39B33" w14:textId="77777777" w:rsidTr="00F0041F">
        <w:trPr>
          <w:trHeight w:val="1418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F43C21" w14:textId="77777777" w:rsidR="00F0041F" w:rsidRDefault="00F0041F" w:rsidP="0065164A">
            <w:pPr>
              <w:pStyle w:val="BasicParagraph"/>
              <w:spacing w:line="240" w:lineRule="auto"/>
            </w:pPr>
          </w:p>
        </w:tc>
      </w:tr>
    </w:tbl>
    <w:p w14:paraId="3755CBDE" w14:textId="77777777" w:rsidR="00F0041F" w:rsidRPr="00F0041F" w:rsidRDefault="00F0041F" w:rsidP="00640A3B">
      <w:pPr>
        <w:pStyle w:val="NoSpacing"/>
        <w:jc w:val="both"/>
        <w:rPr>
          <w:rFonts w:ascii="Gill Sans" w:hAnsi="Gill Sans" w:cs="Gill Sans"/>
          <w:b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0041F" w:rsidRPr="00F0041F" w14:paraId="1272EBDE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717AE367" w14:textId="77777777" w:rsidR="00F0041F" w:rsidRPr="002334DD" w:rsidRDefault="00F0041F" w:rsidP="00F0041F">
            <w:pPr>
              <w:pStyle w:val="NoSpacing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334DD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ASSUNTO 3 — CRIOU AMIZADES PARA A VIDA?</w:t>
            </w:r>
          </w:p>
        </w:tc>
      </w:tr>
      <w:tr w:rsidR="00F0041F" w14:paraId="7933D6ED" w14:textId="77777777" w:rsidTr="00F0041F">
        <w:trPr>
          <w:trHeight w:val="1418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F6A74" w14:textId="77777777" w:rsidR="00F0041F" w:rsidRDefault="00F0041F" w:rsidP="0065164A">
            <w:pPr>
              <w:pStyle w:val="BasicParagraph"/>
              <w:spacing w:line="240" w:lineRule="auto"/>
            </w:pPr>
          </w:p>
        </w:tc>
      </w:tr>
    </w:tbl>
    <w:p w14:paraId="54C94CCA" w14:textId="77777777" w:rsidR="00F0041F" w:rsidRDefault="00F0041F" w:rsidP="00640A3B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0041F" w:rsidRPr="00F0041F" w14:paraId="44C43CE5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993C39D" w14:textId="77777777" w:rsidR="00F0041F" w:rsidRPr="002334DD" w:rsidRDefault="00F0041F" w:rsidP="00F0041F">
            <w:pPr>
              <w:pStyle w:val="NoSpacing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334DD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 xml:space="preserve">ASSUNTO 4 — SE AMANHÃ FOSSE A ÚLTIMA SESSÃO DOS GABC, QUAL SERIA A RECORDAÇÃO </w:t>
            </w:r>
            <w:r w:rsidRPr="002334DD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br/>
              <w:t>MAIS QUERIDA QUE LEVAVA CONSIGO?</w:t>
            </w:r>
          </w:p>
        </w:tc>
      </w:tr>
      <w:tr w:rsidR="00F0041F" w14:paraId="1DB2826D" w14:textId="77777777" w:rsidTr="00F0041F">
        <w:trPr>
          <w:trHeight w:val="1418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0F562" w14:textId="77777777" w:rsidR="00F0041F" w:rsidRDefault="00F0041F" w:rsidP="0065164A">
            <w:pPr>
              <w:pStyle w:val="BasicParagraph"/>
              <w:spacing w:line="240" w:lineRule="auto"/>
            </w:pPr>
          </w:p>
        </w:tc>
      </w:tr>
    </w:tbl>
    <w:p w14:paraId="6442508F" w14:textId="77777777" w:rsidR="00F0041F" w:rsidRDefault="00F0041F" w:rsidP="00640A3B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0041F" w:rsidRPr="00F0041F" w14:paraId="6D0FB21C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F196A4B" w14:textId="77777777" w:rsidR="00F0041F" w:rsidRPr="002334DD" w:rsidRDefault="00F0041F" w:rsidP="0065164A">
            <w:pPr>
              <w:pStyle w:val="NoSpacing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334DD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ASSUNTO 5 — QUAL FOI A SITUAÇÃO MAIS CARICATA QUE ACONTECEU ATÉ AGORA NOS GABC?</w:t>
            </w:r>
          </w:p>
        </w:tc>
      </w:tr>
      <w:tr w:rsidR="00F0041F" w14:paraId="006124A2" w14:textId="77777777" w:rsidTr="00F0041F">
        <w:trPr>
          <w:trHeight w:val="1418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0C779" w14:textId="77777777" w:rsidR="00F0041F" w:rsidRDefault="00F0041F" w:rsidP="0065164A">
            <w:pPr>
              <w:pStyle w:val="BasicParagraph"/>
              <w:spacing w:line="240" w:lineRule="auto"/>
            </w:pPr>
          </w:p>
        </w:tc>
      </w:tr>
    </w:tbl>
    <w:p w14:paraId="29C70CC1" w14:textId="77777777" w:rsidR="007331C1" w:rsidRDefault="007331C1" w:rsidP="00640A3B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0041F" w:rsidRPr="00F0041F" w14:paraId="61982F82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44120E7" w14:textId="77777777" w:rsidR="00F0041F" w:rsidRPr="002334DD" w:rsidRDefault="00F0041F" w:rsidP="0065164A">
            <w:pPr>
              <w:pStyle w:val="NoSpacing"/>
              <w:jc w:val="bot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334DD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ASSUNTO 6 — HOUVE MOMENTOS EM QUE O / A FIZERAM PENSAR / REFLETIR? QUAIS?</w:t>
            </w:r>
          </w:p>
        </w:tc>
      </w:tr>
      <w:tr w:rsidR="00F0041F" w14:paraId="50B88D89" w14:textId="77777777" w:rsidTr="00F0041F">
        <w:trPr>
          <w:trHeight w:val="1418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637627" w14:textId="77777777" w:rsidR="00F0041F" w:rsidRDefault="00F0041F" w:rsidP="0065164A">
            <w:pPr>
              <w:pStyle w:val="BasicParagraph"/>
              <w:spacing w:line="240" w:lineRule="auto"/>
            </w:pPr>
          </w:p>
        </w:tc>
      </w:tr>
    </w:tbl>
    <w:p w14:paraId="531A92AA" w14:textId="77777777" w:rsidR="00F0041F" w:rsidRPr="00097E8E" w:rsidRDefault="00F0041F" w:rsidP="00640A3B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0041F" w:rsidRPr="00F0041F" w14:paraId="771944F2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3D79720E" w14:textId="77777777" w:rsidR="00F0041F" w:rsidRPr="002334DD" w:rsidRDefault="00F0041F" w:rsidP="0065164A">
            <w:pPr>
              <w:pStyle w:val="NoSpacing"/>
              <w:jc w:val="bot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334DD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ASSUNTO 7 — CONSIDERA QUE O PROJETO GABC FAZ SENTIDO EM PORTUGAL? PORQUÊ?</w:t>
            </w:r>
          </w:p>
        </w:tc>
      </w:tr>
      <w:tr w:rsidR="00F0041F" w14:paraId="30281F18" w14:textId="77777777" w:rsidTr="0065164A">
        <w:trPr>
          <w:trHeight w:val="1418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6EB28" w14:textId="77777777" w:rsidR="00F0041F" w:rsidRDefault="00F0041F" w:rsidP="0065164A">
            <w:pPr>
              <w:pStyle w:val="BasicParagraph"/>
              <w:spacing w:line="240" w:lineRule="auto"/>
            </w:pPr>
          </w:p>
        </w:tc>
      </w:tr>
    </w:tbl>
    <w:p w14:paraId="0E3DB317" w14:textId="77777777" w:rsidR="007331C1" w:rsidRDefault="007331C1" w:rsidP="00640A3B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0041F" w:rsidRPr="00F0041F" w14:paraId="1CF006C3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700C24E3" w14:textId="77777777" w:rsidR="00F0041F" w:rsidRPr="002334DD" w:rsidRDefault="00F0041F" w:rsidP="0065164A">
            <w:pPr>
              <w:pStyle w:val="NoSpacing"/>
              <w:jc w:val="bot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334DD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ASSUNTO 8 — PENSANDO NO FUTURO, QUE MENSAGEM GOSTARIA DE NOS DEIXAR?</w:t>
            </w:r>
          </w:p>
        </w:tc>
      </w:tr>
      <w:tr w:rsidR="00F0041F" w14:paraId="1B664E45" w14:textId="77777777" w:rsidTr="0065164A">
        <w:trPr>
          <w:trHeight w:val="1418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4028B4" w14:textId="77777777" w:rsidR="00F0041F" w:rsidRDefault="00F0041F" w:rsidP="0065164A">
            <w:pPr>
              <w:pStyle w:val="BasicParagraph"/>
              <w:spacing w:line="240" w:lineRule="auto"/>
            </w:pPr>
          </w:p>
        </w:tc>
      </w:tr>
    </w:tbl>
    <w:p w14:paraId="3ED56E7B" w14:textId="77777777" w:rsidR="007331C1" w:rsidRDefault="007331C1" w:rsidP="00640A3B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0041F" w:rsidRPr="00F0041F" w14:paraId="1181E8AD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CFC2E1E" w14:textId="77777777" w:rsidR="00F0041F" w:rsidRPr="002334DD" w:rsidRDefault="00F0041F" w:rsidP="0065164A">
            <w:pPr>
              <w:pStyle w:val="NoSpacing"/>
              <w:jc w:val="both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bookmarkStart w:id="0" w:name="_GoBack" w:colFirst="0" w:colLast="0"/>
            <w:r w:rsidRPr="002334DD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ASSUNTO 9 — DEIXE AQUI O SEU TESTEMUNHO...</w:t>
            </w:r>
          </w:p>
        </w:tc>
      </w:tr>
      <w:bookmarkEnd w:id="0"/>
      <w:tr w:rsidR="00F0041F" w14:paraId="761C87CF" w14:textId="77777777" w:rsidTr="00F0041F">
        <w:trPr>
          <w:trHeight w:val="3402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C7FC08" w14:textId="77777777" w:rsidR="00F0041F" w:rsidRDefault="00F0041F" w:rsidP="0065164A">
            <w:pPr>
              <w:pStyle w:val="BasicParagraph"/>
              <w:spacing w:line="240" w:lineRule="auto"/>
            </w:pPr>
          </w:p>
        </w:tc>
      </w:tr>
    </w:tbl>
    <w:p w14:paraId="3F930649" w14:textId="77777777" w:rsidR="001C0B20" w:rsidRDefault="001C0B20" w:rsidP="00640A3B">
      <w:pPr>
        <w:spacing w:line="240" w:lineRule="auto"/>
        <w:rPr>
          <w:b/>
        </w:rPr>
      </w:pPr>
    </w:p>
    <w:sectPr w:rsidR="001C0B20" w:rsidSect="00CA75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55FDC" w14:textId="77777777" w:rsidR="001E3C26" w:rsidRDefault="001E3C26" w:rsidP="006B5B8A">
      <w:pPr>
        <w:spacing w:after="0" w:line="240" w:lineRule="auto"/>
      </w:pPr>
      <w:r>
        <w:separator/>
      </w:r>
    </w:p>
  </w:endnote>
  <w:endnote w:type="continuationSeparator" w:id="0">
    <w:p w14:paraId="13986E71" w14:textId="77777777" w:rsidR="001E3C26" w:rsidRDefault="001E3C26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Sans-SemiBold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25925" w14:textId="77777777" w:rsidR="006F7634" w:rsidRDefault="006F763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EAF62" w14:textId="77777777" w:rsidR="001C0B20" w:rsidRDefault="001C0B20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7872C7AB" wp14:editId="6662D345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426C9" w14:textId="77777777" w:rsidR="001C0B20" w:rsidRDefault="001C0B2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2E3D6B81" wp14:editId="0551F0B5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5028D" w14:textId="77777777" w:rsidR="001E3C26" w:rsidRDefault="001E3C26" w:rsidP="006B5B8A">
      <w:pPr>
        <w:spacing w:after="0" w:line="240" w:lineRule="auto"/>
      </w:pPr>
      <w:r>
        <w:separator/>
      </w:r>
    </w:p>
  </w:footnote>
  <w:footnote w:type="continuationSeparator" w:id="0">
    <w:p w14:paraId="1483BA3E" w14:textId="77777777" w:rsidR="001E3C26" w:rsidRDefault="001E3C26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AAD6F" w14:textId="77777777" w:rsidR="006F7634" w:rsidRDefault="006F763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C12BC" w14:textId="77777777" w:rsidR="001C0B20" w:rsidRDefault="006F763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38BE621" wp14:editId="09087421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492500" cy="342900"/>
              <wp:effectExtent l="0" t="0" r="0" b="1270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25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8C161D" w14:textId="77777777" w:rsidR="006F7634" w:rsidRPr="006F7634" w:rsidRDefault="006F7634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2" o:spid="_x0000_s1026" type="#_x0000_t202" style="position:absolute;margin-left:165pt;margin-top:85.9pt;width:275pt;height:2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" filled="f" stroked="f">
              <v:textbox>
                <w:txbxContent>
                  <w:p w14:paraId="338C161D" w14:textId="77777777" w:rsidR="006F7634" w:rsidRPr="006F7634" w:rsidRDefault="006F7634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 w:rsidR="001C0B20"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245BDE4C" wp14:editId="736BC7F2">
          <wp:simplePos x="0" y="0"/>
          <wp:positionH relativeFrom="column">
            <wp:posOffset>-908050</wp:posOffset>
          </wp:positionH>
          <wp:positionV relativeFrom="paragraph">
            <wp:posOffset>-509270</wp:posOffset>
          </wp:positionV>
          <wp:extent cx="7559675" cy="2160905"/>
          <wp:effectExtent l="0" t="0" r="9525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60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0B20"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8E293EA" wp14:editId="77513B5E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492500" cy="342900"/>
              <wp:effectExtent l="0" t="0" r="0" b="1270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25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7AE1A5" w14:textId="77777777" w:rsidR="001C0B20" w:rsidRPr="007331C1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8" o:spid="_x0000_s1027" type="#_x0000_t202" style="position:absolute;margin-left:165pt;margin-top:85.9pt;width:275pt;height:27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/BDptACAAAV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" filled="f" stroked="f">
              <v:textbox>
                <w:txbxContent>
                  <w:p w14:paraId="4A7AE1A5" w14:textId="77777777" w:rsidR="001C0B20" w:rsidRPr="007331C1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 w:rsidR="001C0B20"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25F6A4E" wp14:editId="217DEE35">
              <wp:simplePos x="0" y="0"/>
              <wp:positionH relativeFrom="column">
                <wp:posOffset>2095500</wp:posOffset>
              </wp:positionH>
              <wp:positionV relativeFrom="paragraph">
                <wp:posOffset>1433830</wp:posOffset>
              </wp:positionV>
              <wp:extent cx="3213100" cy="228600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23AFDB" w14:textId="77777777" w:rsidR="001C0B20" w:rsidRPr="009D4225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" o:spid="_x0000_s1028" type="#_x0000_t202" style="position:absolute;margin-left:165pt;margin-top:112.9pt;width:253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" filled="f" stroked="f">
              <v:textbox>
                <w:txbxContent>
                  <w:p w14:paraId="1E23AFDB" w14:textId="77777777" w:rsidR="001C0B20" w:rsidRPr="009D4225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 w:rsidR="001C0B20"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7281FC0" wp14:editId="5956F7F1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422650" cy="342900"/>
              <wp:effectExtent l="0" t="0" r="0" b="1270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26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336FEE" w14:textId="77777777" w:rsidR="001C0B20" w:rsidRPr="00CA7596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7" o:spid="_x0000_s1029" type="#_x0000_t202" style="position:absolute;margin-left:165pt;margin-top:85.9pt;width:269.5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" filled="f" stroked="f">
              <v:textbox>
                <w:txbxContent>
                  <w:p w14:paraId="51336FEE" w14:textId="77777777" w:rsidR="001C0B20" w:rsidRPr="00CA7596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375C93" w14:textId="77777777" w:rsidR="001C0B20" w:rsidRDefault="001C0B20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84FEA7C" wp14:editId="2CE390E2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C7C995" w14:textId="77777777" w:rsidR="001C0B20" w:rsidRPr="00B374F3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30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LrVdE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" filled="f" stroked="f">
              <v:textbox>
                <w:txbxContent>
                  <w:p w14:paraId="3BC7C995" w14:textId="77777777" w:rsidR="001C0B20" w:rsidRPr="00B374F3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3139EF11" wp14:editId="16952529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2BF6265" wp14:editId="332EA7FD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B53C96" w14:textId="77777777" w:rsidR="001C0B20" w:rsidRPr="00E07928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31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" filled="f" stroked="f">
              <v:textbox>
                <w:txbxContent>
                  <w:p w14:paraId="16B53C96" w14:textId="77777777" w:rsidR="001C0B20" w:rsidRPr="00E07928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EF72F3" wp14:editId="4019862E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5618B7" w14:textId="77777777" w:rsidR="001C0B20" w:rsidRPr="00784603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32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" filled="f" stroked="f">
              <v:textbox>
                <w:txbxContent>
                  <w:p w14:paraId="175618B7" w14:textId="77777777" w:rsidR="001C0B20" w:rsidRPr="00784603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740A4"/>
    <w:multiLevelType w:val="hybridMultilevel"/>
    <w:tmpl w:val="35FA2E6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26"/>
    <w:rsid w:val="0005165C"/>
    <w:rsid w:val="00090DE7"/>
    <w:rsid w:val="00097E8E"/>
    <w:rsid w:val="00105B5B"/>
    <w:rsid w:val="00123769"/>
    <w:rsid w:val="001657D8"/>
    <w:rsid w:val="001C0B20"/>
    <w:rsid w:val="001E3C26"/>
    <w:rsid w:val="00220EB4"/>
    <w:rsid w:val="002334DD"/>
    <w:rsid w:val="002344B2"/>
    <w:rsid w:val="002619F6"/>
    <w:rsid w:val="002627D2"/>
    <w:rsid w:val="002658E4"/>
    <w:rsid w:val="002D08F8"/>
    <w:rsid w:val="00371785"/>
    <w:rsid w:val="00377A20"/>
    <w:rsid w:val="004636A1"/>
    <w:rsid w:val="0047565A"/>
    <w:rsid w:val="004C6244"/>
    <w:rsid w:val="00552C31"/>
    <w:rsid w:val="0057026B"/>
    <w:rsid w:val="0057649C"/>
    <w:rsid w:val="005847C6"/>
    <w:rsid w:val="005C0AD6"/>
    <w:rsid w:val="005F434A"/>
    <w:rsid w:val="006038B9"/>
    <w:rsid w:val="00604B7C"/>
    <w:rsid w:val="00640A3B"/>
    <w:rsid w:val="00686023"/>
    <w:rsid w:val="006B5B8A"/>
    <w:rsid w:val="006D4F8E"/>
    <w:rsid w:val="006F16C2"/>
    <w:rsid w:val="006F504E"/>
    <w:rsid w:val="006F7634"/>
    <w:rsid w:val="00721A5E"/>
    <w:rsid w:val="007331C1"/>
    <w:rsid w:val="00742D96"/>
    <w:rsid w:val="00784603"/>
    <w:rsid w:val="00834D53"/>
    <w:rsid w:val="00835AD8"/>
    <w:rsid w:val="00850DFA"/>
    <w:rsid w:val="008E7A07"/>
    <w:rsid w:val="008F019A"/>
    <w:rsid w:val="00911844"/>
    <w:rsid w:val="00921C62"/>
    <w:rsid w:val="00966E9E"/>
    <w:rsid w:val="009D0F90"/>
    <w:rsid w:val="009D4225"/>
    <w:rsid w:val="009F2A7D"/>
    <w:rsid w:val="00A025A1"/>
    <w:rsid w:val="00A56EB6"/>
    <w:rsid w:val="00A6647D"/>
    <w:rsid w:val="00AF102C"/>
    <w:rsid w:val="00B374F3"/>
    <w:rsid w:val="00B43E8C"/>
    <w:rsid w:val="00B832D1"/>
    <w:rsid w:val="00BA6823"/>
    <w:rsid w:val="00BA768D"/>
    <w:rsid w:val="00C35BC1"/>
    <w:rsid w:val="00C76FD7"/>
    <w:rsid w:val="00CA7596"/>
    <w:rsid w:val="00CD7030"/>
    <w:rsid w:val="00D52FEA"/>
    <w:rsid w:val="00D82B2D"/>
    <w:rsid w:val="00D9232E"/>
    <w:rsid w:val="00DF6470"/>
    <w:rsid w:val="00E07928"/>
    <w:rsid w:val="00E10AC7"/>
    <w:rsid w:val="00E216DA"/>
    <w:rsid w:val="00E27353"/>
    <w:rsid w:val="00EC7DCA"/>
    <w:rsid w:val="00F0041F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7FF1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BasicParagraph">
    <w:name w:val="[Basic Paragraph]"/>
    <w:basedOn w:val="Normal"/>
    <w:uiPriority w:val="99"/>
    <w:rsid w:val="00F004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eastAsiaTheme="minorHAnsi" w:hAnsi="GillSans-SemiBold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BasicParagraph">
    <w:name w:val="[Basic Paragraph]"/>
    <w:basedOn w:val="Normal"/>
    <w:uiPriority w:val="99"/>
    <w:rsid w:val="00F004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eastAsiaTheme="minorHAnsi" w:hAnsi="GillSans-SemiBold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Documents:TRABALHOS%20PEDRO:ABC_2:GABC_Dossier%20de%20Grupo:Paginac&#807;a&#771;o:5_REGISTO%20E%20AVALIAC&#807;A&#771;O:5_DOC_5.7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9126B-EF92-C444-A7AD-1273A512A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5_DOC_5.7.dotx</Template>
  <TotalTime>9</TotalTime>
  <Pages>2</Pages>
  <Words>102</Words>
  <Characters>583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Gonçalves</dc:creator>
  <cp:lastModifiedBy>Pedro Gonçalves</cp:lastModifiedBy>
  <cp:revision>3</cp:revision>
  <cp:lastPrinted>2018-05-03T13:55:00Z</cp:lastPrinted>
  <dcterms:created xsi:type="dcterms:W3CDTF">2018-05-03T13:57:00Z</dcterms:created>
  <dcterms:modified xsi:type="dcterms:W3CDTF">2018-05-07T17:55:00Z</dcterms:modified>
</cp:coreProperties>
</file>